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4E8473F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C13771" w:rsidRPr="00C13771">
        <w:rPr>
          <w:rFonts w:ascii="Verdana" w:hAnsi="Verdana"/>
          <w:b/>
          <w:bCs/>
          <w:i/>
          <w:iCs/>
        </w:rPr>
        <w:t>Odstranění dřevěných pražců u OŘ HKR 2025 - 2026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C1377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C1377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C1377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5356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3771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B2C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2CA3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93</TotalTime>
  <Pages>1</Pages>
  <Words>476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Králová Lenka, Ing.</cp:lastModifiedBy>
  <cp:revision>13</cp:revision>
  <cp:lastPrinted>2017-11-28T17:18:00Z</cp:lastPrinted>
  <dcterms:created xsi:type="dcterms:W3CDTF">2023-11-16T10:29:00Z</dcterms:created>
  <dcterms:modified xsi:type="dcterms:W3CDTF">2024-10-15T06:24:00Z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